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417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880"/>
        <w:gridCol w:w="1080"/>
        <w:gridCol w:w="3036"/>
        <w:gridCol w:w="3897"/>
        <w:gridCol w:w="17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tabs>
                <w:tab w:val="left" w:pos="810"/>
              </w:tabs>
              <w:spacing w:before="0"/>
              <w:rPr>
                <w:rFonts w:cstheme="minorHAnsi"/>
              </w:rPr>
            </w:pPr>
            <w:r>
              <w:rPr>
                <w:rFonts w:cstheme="minorHAnsi"/>
              </w:rPr>
              <w:t>Certificate No.</w:t>
            </w:r>
          </w:p>
        </w:tc>
        <w:tc>
          <w:tcPr>
            <w:tcW w:w="2880" w:type="dxa"/>
            <w:tcBorders>
              <w:bottom w:val="single" w:color="auto" w:sz="6" w:space="0"/>
            </w:tcBorders>
          </w:tcPr>
          <w:p>
            <w:pPr>
              <w:tabs>
                <w:tab w:val="left" w:pos="810"/>
              </w:tabs>
              <w:spacing w:before="0"/>
              <w:rPr>
                <w:rFonts w:cstheme="minorHAnsi"/>
                <w:sz w:val="22"/>
              </w:rPr>
            </w:pPr>
            <w:bookmarkStart w:id="0" w:name="CertificateNo1"/>
            <w:bookmarkEnd w:id="0"/>
            <w:r>
              <w:rPr>
                <w:rFonts w:cstheme="minorHAnsi"/>
                <w:sz w:val="22"/>
              </w:rPr>
              <w:fldChar w:fldCharType="begin"/>
            </w:r>
            <w:r>
              <w:rPr>
                <w:rFonts w:cstheme="minorHAnsi"/>
                <w:sz w:val="22"/>
              </w:rPr>
              <w:instrText xml:space="preserve"> MERGEFIELD CertificateNumber </w:instrText>
            </w:r>
            <w:r>
              <w:rPr>
                <w:rFonts w:cstheme="minorHAnsi"/>
                <w:sz w:val="22"/>
              </w:rPr>
              <w:fldChar w:fldCharType="separate"/>
            </w:r>
            <w:r>
              <w:rPr>
                <w:rFonts w:cstheme="minorHAnsi"/>
                <w:sz w:val="22"/>
              </w:rPr>
              <w:t>«CertificateNumber»</w:t>
            </w:r>
            <w:r>
              <w:rPr>
                <w:rFonts w:cstheme="minorHAnsi"/>
                <w:sz w:val="22"/>
              </w:rPr>
              <w:fldChar w:fldCharType="end"/>
            </w:r>
          </w:p>
        </w:tc>
        <w:tc>
          <w:tcPr>
            <w:tcW w:w="1080" w:type="dxa"/>
          </w:tcPr>
          <w:p>
            <w:pPr>
              <w:tabs>
                <w:tab w:val="left" w:pos="810"/>
              </w:tabs>
              <w:spacing w:before="0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Date</w:t>
            </w:r>
          </w:p>
        </w:tc>
        <w:tc>
          <w:tcPr>
            <w:tcW w:w="3036" w:type="dxa"/>
            <w:tcBorders>
              <w:bottom w:val="single" w:color="auto" w:sz="6" w:space="0"/>
            </w:tcBorders>
          </w:tcPr>
          <w:p>
            <w:pPr>
              <w:tabs>
                <w:tab w:val="left" w:pos="810"/>
              </w:tabs>
              <w:spacing w:before="0"/>
              <w:rPr>
                <w:rFonts w:cstheme="minorHAnsi"/>
                <w:sz w:val="22"/>
              </w:rPr>
            </w:pPr>
            <w:bookmarkStart w:id="1" w:name="Date1"/>
            <w:bookmarkEnd w:id="1"/>
            <w:r>
              <w:rPr>
                <w:rFonts w:cstheme="minorHAnsi"/>
                <w:sz w:val="22"/>
              </w:rPr>
              <w:fldChar w:fldCharType="begin"/>
            </w:r>
            <w:r>
              <w:rPr>
                <w:rFonts w:cstheme="minorHAnsi"/>
                <w:sz w:val="22"/>
              </w:rPr>
              <w:instrText xml:space="preserve"> MERGEFIELD Date </w:instrText>
            </w:r>
            <w:r>
              <w:rPr>
                <w:rFonts w:cstheme="minorHAnsi"/>
                <w:sz w:val="22"/>
              </w:rPr>
              <w:fldChar w:fldCharType="separate"/>
            </w:r>
            <w:r>
              <w:rPr>
                <w:rFonts w:cstheme="minorHAnsi"/>
                <w:sz w:val="22"/>
              </w:rPr>
              <w:t>«Date»</w:t>
            </w:r>
            <w:r>
              <w:rPr>
                <w:rFonts w:cstheme="minorHAnsi"/>
                <w:sz w:val="22"/>
              </w:rPr>
              <w:fldChar w:fldCharType="end"/>
            </w:r>
          </w:p>
        </w:tc>
        <w:tc>
          <w:tcPr>
            <w:tcW w:w="3897" w:type="dxa"/>
          </w:tcPr>
          <w:p>
            <w:pPr>
              <w:tabs>
                <w:tab w:val="left" w:pos="810"/>
              </w:tabs>
              <w:spacing w:before="0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Number of Ordinary Shares</w:t>
            </w:r>
          </w:p>
        </w:tc>
        <w:tc>
          <w:tcPr>
            <w:tcW w:w="1731" w:type="dxa"/>
            <w:tcBorders>
              <w:bottom w:val="single" w:color="auto" w:sz="6" w:space="0"/>
            </w:tcBorders>
          </w:tcPr>
          <w:p>
            <w:pPr>
              <w:tabs>
                <w:tab w:val="left" w:pos="810"/>
              </w:tabs>
              <w:spacing w:before="0"/>
              <w:rPr>
                <w:rFonts w:cstheme="minorHAnsi"/>
                <w:sz w:val="22"/>
              </w:rPr>
            </w:pPr>
            <w:bookmarkStart w:id="2" w:name="NoOfShares1"/>
            <w:bookmarkEnd w:id="2"/>
            <w:r>
              <w:rPr>
                <w:rFonts w:cstheme="minorHAnsi"/>
                <w:sz w:val="22"/>
              </w:rPr>
              <w:fldChar w:fldCharType="begin"/>
            </w:r>
            <w:r>
              <w:rPr>
                <w:rFonts w:cstheme="minorHAnsi"/>
                <w:sz w:val="22"/>
              </w:rPr>
              <w:instrText xml:space="preserve"> MERGEFIELD NumberOfShares </w:instrText>
            </w:r>
            <w:r>
              <w:rPr>
                <w:rFonts w:cstheme="minorHAnsi"/>
                <w:sz w:val="22"/>
              </w:rPr>
              <w:fldChar w:fldCharType="separate"/>
            </w:r>
            <w:r>
              <w:rPr>
                <w:rFonts w:cstheme="minorHAnsi"/>
                <w:sz w:val="22"/>
              </w:rPr>
              <w:t>«NumberOfShares»</w:t>
            </w:r>
            <w:r>
              <w:rPr>
                <w:rFonts w:cstheme="minorHAnsi"/>
                <w:sz w:val="22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tabs>
                <w:tab w:val="left" w:pos="810"/>
              </w:tabs>
              <w:rPr>
                <w:rFonts w:cstheme="minorHAnsi"/>
              </w:rPr>
            </w:pPr>
            <w:r>
              <w:rPr>
                <w:rFonts w:cstheme="minorHAnsi"/>
              </w:rPr>
              <w:t>Share Holder</w:t>
            </w:r>
          </w:p>
        </w:tc>
        <w:tc>
          <w:tcPr>
            <w:tcW w:w="6996" w:type="dxa"/>
            <w:gridSpan w:val="3"/>
            <w:tcBorders>
              <w:bottom w:val="single" w:color="auto" w:sz="6" w:space="0"/>
            </w:tcBorders>
          </w:tcPr>
          <w:p>
            <w:pPr>
              <w:tabs>
                <w:tab w:val="left" w:pos="810"/>
              </w:tabs>
              <w:rPr>
                <w:rFonts w:cstheme="minorHAnsi"/>
                <w:sz w:val="22"/>
              </w:rPr>
            </w:pPr>
            <w:bookmarkStart w:id="3" w:name="ShareHolder1"/>
            <w:bookmarkEnd w:id="3"/>
            <w:r>
              <w:rPr>
                <w:rFonts w:cstheme="minorHAnsi"/>
                <w:sz w:val="22"/>
              </w:rPr>
              <w:fldChar w:fldCharType="begin"/>
            </w:r>
            <w:r>
              <w:rPr>
                <w:rFonts w:cstheme="minorHAnsi"/>
                <w:sz w:val="22"/>
              </w:rPr>
              <w:instrText xml:space="preserve"> MERGEFIELD NameOfShareholder </w:instrText>
            </w:r>
            <w:r>
              <w:rPr>
                <w:rFonts w:cstheme="minorHAnsi"/>
                <w:sz w:val="22"/>
              </w:rPr>
              <w:fldChar w:fldCharType="separate"/>
            </w:r>
            <w:r>
              <w:rPr>
                <w:rFonts w:cstheme="minorHAnsi"/>
                <w:sz w:val="22"/>
              </w:rPr>
              <w:t>«NameOfShareholder»</w:t>
            </w:r>
            <w:r>
              <w:rPr>
                <w:rFonts w:cstheme="minorHAnsi"/>
                <w:sz w:val="22"/>
              </w:rPr>
              <w:fldChar w:fldCharType="end"/>
            </w:r>
          </w:p>
        </w:tc>
        <w:tc>
          <w:tcPr>
            <w:tcW w:w="3897" w:type="dxa"/>
          </w:tcPr>
          <w:p>
            <w:pPr>
              <w:tabs>
                <w:tab w:val="left" w:pos="810"/>
              </w:tabs>
              <w:rPr>
                <w:rFonts w:cstheme="minorHAnsi"/>
              </w:rPr>
            </w:pPr>
          </w:p>
        </w:tc>
        <w:tc>
          <w:tcPr>
            <w:tcW w:w="1731" w:type="dxa"/>
          </w:tcPr>
          <w:p>
            <w:pPr>
              <w:tabs>
                <w:tab w:val="left" w:pos="810"/>
              </w:tabs>
              <w:rPr>
                <w:rFonts w:cstheme="minorHAnsi"/>
              </w:rPr>
            </w:pPr>
          </w:p>
        </w:tc>
      </w:tr>
    </w:tbl>
    <w:p>
      <w:pPr>
        <w:tabs>
          <w:tab w:val="left" w:pos="810"/>
        </w:tabs>
        <w:rPr>
          <w:rFonts w:cstheme="minorHAnsi"/>
        </w:rPr>
      </w:pPr>
    </w:p>
    <w:p>
      <w:pPr>
        <w:tabs>
          <w:tab w:val="left" w:pos="810"/>
        </w:tabs>
        <w:spacing w:before="0"/>
        <w:rPr>
          <w:rFonts w:cstheme="minorHAnsi"/>
        </w:rPr>
      </w:pPr>
      <w:r>
        <w:rPr>
          <w:rFonts w:cstheme="minorHAnsi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1308735</wp:posOffset>
                </wp:positionH>
                <wp:positionV relativeFrom="page">
                  <wp:posOffset>2011680</wp:posOffset>
                </wp:positionV>
                <wp:extent cx="8001000" cy="4023995"/>
                <wp:effectExtent l="0" t="0" r="0" b="146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0" cy="4023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13494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56"/>
                              <w:gridCol w:w="237"/>
                              <w:gridCol w:w="954"/>
                              <w:gridCol w:w="426"/>
                              <w:gridCol w:w="737"/>
                              <w:gridCol w:w="295"/>
                              <w:gridCol w:w="461"/>
                              <w:gridCol w:w="358"/>
                              <w:gridCol w:w="1305"/>
                              <w:gridCol w:w="241"/>
                              <w:gridCol w:w="1121"/>
                              <w:gridCol w:w="838"/>
                              <w:gridCol w:w="56"/>
                              <w:gridCol w:w="399"/>
                              <w:gridCol w:w="194"/>
                              <w:gridCol w:w="695"/>
                              <w:gridCol w:w="1239"/>
                              <w:gridCol w:w="995"/>
                              <w:gridCol w:w="429"/>
                              <w:gridCol w:w="2058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</w:trPr>
                              <w:tc>
                                <w:tcPr>
                                  <w:tcW w:w="1647" w:type="dxa"/>
                                  <w:gridSpan w:val="3"/>
                                </w:tcPr>
                                <w:p>
                                  <w:pPr>
                                    <w:spacing w:before="0"/>
                                    <w:rPr>
                                      <w:rFonts w:cstheme="minorHAns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2"/>
                                    </w:rPr>
                                    <w:t>Certificate No.</w:t>
                                  </w:r>
                                </w:p>
                              </w:tc>
                              <w:tc>
                                <w:tcPr>
                                  <w:tcW w:w="2277" w:type="dxa"/>
                                  <w:gridSpan w:val="5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0"/>
                                    <w:rPr>
                                      <w:rFonts w:cstheme="minorHAnsi"/>
                                      <w:sz w:val="22"/>
                                    </w:rPr>
                                  </w:pPr>
                                  <w:bookmarkStart w:id="4" w:name="CertificateNo2"/>
                                  <w:bookmarkEnd w:id="4"/>
                                  <w:r>
                                    <w:rPr>
                                      <w:rFonts w:cstheme="minorHAnsi"/>
                                      <w:sz w:val="2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cstheme="minorHAnsi"/>
                                      <w:sz w:val="22"/>
                                    </w:rPr>
                                    <w:instrText xml:space="preserve"> MERGEFIELD CertificateNumber </w:instrText>
                                  </w:r>
                                  <w:r>
                                    <w:rPr>
                                      <w:rFonts w:cstheme="minorHAnsi"/>
                                      <w:sz w:val="22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theme="minorHAnsi"/>
                                      <w:sz w:val="22"/>
                                    </w:rPr>
                                    <w:t>«CertificateNumber»</w:t>
                                  </w:r>
                                  <w:r>
                                    <w:rPr>
                                      <w:rFonts w:cstheme="minorHAnsi"/>
                                      <w:sz w:val="2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</w:tcPr>
                                <w:p>
                                  <w:pPr>
                                    <w:spacing w:before="0"/>
                                    <w:jc w:val="right"/>
                                    <w:rPr>
                                      <w:rFonts w:cstheme="minorHAnsi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2" w:type="dxa"/>
                                  <w:gridSpan w:val="2"/>
                                </w:tcPr>
                                <w:p>
                                  <w:pPr>
                                    <w:spacing w:before="0"/>
                                    <w:rPr>
                                      <w:rFonts w:cstheme="minorHAnsi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3" w:type="dxa"/>
                                  <w:gridSpan w:val="3"/>
                                </w:tcPr>
                                <w:p>
                                  <w:pPr>
                                    <w:spacing w:before="0"/>
                                    <w:rPr>
                                      <w:rFonts w:cstheme="minorHAnsi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3" w:type="dxa"/>
                                  <w:gridSpan w:val="4"/>
                                </w:tcPr>
                                <w:p>
                                  <w:pPr>
                                    <w:spacing w:before="0"/>
                                    <w:rPr>
                                      <w:rFonts w:cstheme="minorHAns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2"/>
                                    </w:rPr>
                                    <w:t>Number of Ordinary Shares</w:t>
                                  </w:r>
                                </w:p>
                              </w:tc>
                              <w:tc>
                                <w:tcPr>
                                  <w:tcW w:w="2487" w:type="dxa"/>
                                  <w:gridSpan w:val="2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0"/>
                                    <w:rPr>
                                      <w:rFonts w:cstheme="minorHAnsi"/>
                                      <w:sz w:val="22"/>
                                    </w:rPr>
                                  </w:pPr>
                                  <w:bookmarkStart w:id="5" w:name="NoOfShares2"/>
                                  <w:bookmarkEnd w:id="5"/>
                                  <w:r>
                                    <w:rPr>
                                      <w:rFonts w:cstheme="minorHAnsi"/>
                                      <w:sz w:val="2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cstheme="minorHAnsi"/>
                                      <w:sz w:val="22"/>
                                    </w:rPr>
                                    <w:instrText xml:space="preserve"> MERGEFIELD NumberOfShares </w:instrText>
                                  </w:r>
                                  <w:r>
                                    <w:rPr>
                                      <w:rFonts w:cstheme="minorHAnsi"/>
                                      <w:sz w:val="22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theme="minorHAnsi"/>
                                      <w:sz w:val="22"/>
                                    </w:rPr>
                                    <w:t>«NumberOfShares»</w:t>
                                  </w:r>
                                  <w:r>
                                    <w:rPr>
                                      <w:rFonts w:cstheme="minorHAnsi"/>
                                      <w:sz w:val="22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</w:trPr>
                              <w:tc>
                                <w:tcPr>
                                  <w:tcW w:w="13494" w:type="dxa"/>
                                  <w:gridSpan w:val="20"/>
                                </w:tcPr>
                                <w:p>
                                  <w:pPr>
                                    <w:spacing w:after="240"/>
                                    <w:jc w:val="center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bookmarkStart w:id="6" w:name="CompanyName1"/>
                                  <w:bookmarkEnd w:id="6"/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instrText xml:space="preserve"> MERGEFIELD CompanyName </w:instrText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>«CompanyName»</w:t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</w:trPr>
                              <w:tc>
                                <w:tcPr>
                                  <w:tcW w:w="2810" w:type="dxa"/>
                                  <w:gridSpan w:val="5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26"/>
                                    </w:rPr>
                                    <w:t>This is to Certify</w:t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 xml:space="preserve"> that</w:t>
                                  </w:r>
                                </w:p>
                              </w:tc>
                              <w:tc>
                                <w:tcPr>
                                  <w:tcW w:w="10684" w:type="dxa"/>
                                  <w:gridSpan w:val="15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bookmarkStart w:id="7" w:name="ShareHolder2"/>
                                  <w:bookmarkEnd w:id="7"/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instrText xml:space="preserve"> MERGEFIELD NameOfShareholder </w:instrText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>«NameOfShareholder»</w:t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</w:trPr>
                              <w:tc>
                                <w:tcPr>
                                  <w:tcW w:w="456" w:type="dxa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>of</w:t>
                                  </w:r>
                                </w:p>
                              </w:tc>
                              <w:tc>
                                <w:tcPr>
                                  <w:tcW w:w="13038" w:type="dxa"/>
                                  <w:gridSpan w:val="19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bookmarkStart w:id="8" w:name="AddressOfHolder1"/>
                                  <w:bookmarkEnd w:id="8"/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instrText xml:space="preserve"> MERGEFIELD AddressOfShareholder </w:instrText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>«AddressOfShareholder»</w:t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</w:trPr>
                              <w:tc>
                                <w:tcPr>
                                  <w:tcW w:w="3566" w:type="dxa"/>
                                  <w:gridSpan w:val="7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>is the Registered holder(s) of</w:t>
                                  </w:r>
                                </w:p>
                              </w:tc>
                              <w:tc>
                                <w:tcPr>
                                  <w:tcW w:w="1904" w:type="dxa"/>
                                  <w:gridSpan w:val="3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160"/>
                                    <w:jc w:val="center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bookmarkStart w:id="9" w:name="NoOfShares3"/>
                                  <w:bookmarkEnd w:id="9"/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instrText xml:space="preserve"> MERGEFIELD NumberOfShares </w:instrText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>«NumberOfShares»</w:t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59" w:type="dxa"/>
                                  <w:gridSpan w:val="2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160"/>
                                    <w:jc w:val="left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bookmarkStart w:id="10" w:name="TypeOfShares"/>
                                  <w:bookmarkEnd w:id="10"/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instrText xml:space="preserve"> MERGEFIELD TypeOfShares </w:instrText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>«TypeOfShares»</w:t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344" w:type="dxa"/>
                                  <w:gridSpan w:val="4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>Shares of</w:t>
                                  </w:r>
                                </w:p>
                              </w:tc>
                              <w:tc>
                                <w:tcPr>
                                  <w:tcW w:w="2663" w:type="dxa"/>
                                  <w:gridSpan w:val="3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160"/>
                                    <w:jc w:val="center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bookmarkStart w:id="11" w:name="ValueOfEachShare"/>
                                  <w:bookmarkEnd w:id="11"/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instrText xml:space="preserve"> MERGEFIELD ValueOfEachShare </w:instrText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>«ValueOfEachShare»</w:t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058" w:type="dxa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>each fully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</w:trPr>
                              <w:tc>
                                <w:tcPr>
                                  <w:tcW w:w="13494" w:type="dxa"/>
                                  <w:gridSpan w:val="20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>paid in the above-named Company, subject to the Memorandum and Articles of Association of the Company.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</w:trPr>
                              <w:tc>
                                <w:tcPr>
                                  <w:tcW w:w="10012" w:type="dxa"/>
                                  <w:gridSpan w:val="17"/>
                                </w:tcPr>
                                <w:p>
                                  <w:pPr>
                                    <w:spacing w:before="360" w:after="24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>The Common Seal of the Company was hereto affixed in the presence of: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>
                                  <w:pPr>
                                    <w:spacing w:before="48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7" w:type="dxa"/>
                                  <w:gridSpan w:val="2"/>
                                </w:tcPr>
                                <w:p>
                                  <w:pPr>
                                    <w:spacing w:before="48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</w:trPr>
                              <w:tc>
                                <w:tcPr>
                                  <w:tcW w:w="693" w:type="dxa"/>
                                  <w:gridSpan w:val="2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4" w:type="dxa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8" w:type="dxa"/>
                                  <w:gridSpan w:val="7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4" w:type="dxa"/>
                                  <w:gridSpan w:val="2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3" w:type="dxa"/>
                                  <w:gridSpan w:val="2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4" w:type="dxa"/>
                                  <w:gridSpan w:val="2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>Director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7" w:type="dxa"/>
                                  <w:gridSpan w:val="2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</w:trPr>
                              <w:tc>
                                <w:tcPr>
                                  <w:tcW w:w="693" w:type="dxa"/>
                                  <w:gridSpan w:val="2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4" w:type="dxa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8" w:type="dxa"/>
                                  <w:gridSpan w:val="7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4" w:type="dxa"/>
                                  <w:gridSpan w:val="2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3" w:type="dxa"/>
                                  <w:gridSpan w:val="2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4" w:type="dxa"/>
                                  <w:gridSpan w:val="2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>Secretary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7" w:type="dxa"/>
                                  <w:gridSpan w:val="2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693" w:type="dxa"/>
                                  <w:gridSpan w:val="2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4" w:type="dxa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  <w:gridSpan w:val="2"/>
                                  <w:tcBorders>
                                    <w:top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3486" w:type="dxa"/>
                                  <w:gridSpan w:val="5"/>
                                  <w:tcBorders>
                                    <w:top w:val="single" w:color="auto" w:sz="4" w:space="0"/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4" w:type="dxa"/>
                                  <w:gridSpan w:val="2"/>
                                  <w:tcBorders>
                                    <w:top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593" w:type="dxa"/>
                                  <w:gridSpan w:val="2"/>
                                  <w:tcBorders>
                                    <w:top w:val="single" w:color="auto" w:sz="4" w:space="0"/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4" w:type="dxa"/>
                                  <w:gridSpan w:val="2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7" w:type="dxa"/>
                                  <w:gridSpan w:val="2"/>
                                </w:tcPr>
                                <w:p>
                                  <w:pPr>
                                    <w:spacing w:before="160"/>
                                    <w:rPr>
                                      <w:rFonts w:cstheme="minorHAnsi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lIns="12700" tIns="12700" rIns="12700" bIns="1270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3.05pt;margin-top:158.4pt;height:316.85pt;width:630pt;mso-position-horizontal-relative:page;mso-position-vertical-relative:page;z-index:251658240;mso-width-relative:page;mso-height-relative:page;" fillcolor="#FFFFFF" filled="t" stroked="f" coordsize="21600,21600" o:allowincell="f" o:gfxdata="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EF2DoNkAAAAMAQAADwAA&#10;AAAAAAABACAAAAAiAAAAZHJzL2Rvd25yZXYueG1sUEsBAhQAFAAAAAgAh07iQD6QbRyjAQAAVAMA&#10;AA4AAAAAAAAAAQAgAAAAKAEAAGRycy9lMm9Eb2MueG1sUEsFBgAAAAAGAAYAWQEAAD0FAAAAAA==&#10;">
                <v:fill on="t" focussize="0,0"/>
                <v:stroke on="f"/>
                <v:imagedata o:title=""/>
                <o:lock v:ext="edit" aspectratio="f"/>
                <v:textbox inset="1pt,1pt,1pt,1pt">
                  <w:txbxContent>
                    <w:tbl>
                      <w:tblPr>
                        <w:tblStyle w:val="8"/>
                        <w:tblW w:w="13494" w:type="dxa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456"/>
                        <w:gridCol w:w="237"/>
                        <w:gridCol w:w="954"/>
                        <w:gridCol w:w="426"/>
                        <w:gridCol w:w="737"/>
                        <w:gridCol w:w="295"/>
                        <w:gridCol w:w="461"/>
                        <w:gridCol w:w="358"/>
                        <w:gridCol w:w="1305"/>
                        <w:gridCol w:w="241"/>
                        <w:gridCol w:w="1121"/>
                        <w:gridCol w:w="838"/>
                        <w:gridCol w:w="56"/>
                        <w:gridCol w:w="399"/>
                        <w:gridCol w:w="194"/>
                        <w:gridCol w:w="695"/>
                        <w:gridCol w:w="1239"/>
                        <w:gridCol w:w="995"/>
                        <w:gridCol w:w="429"/>
                        <w:gridCol w:w="2058"/>
                      </w:tblGrid>
                      <w:tr>
                        <w:tblPrEx>
                          <w:tblLayout w:type="fixed"/>
                        </w:tblPrEx>
                        <w:trPr>
                          <w:cantSplit/>
                        </w:trPr>
                        <w:tc>
                          <w:tcPr>
                            <w:tcW w:w="1647" w:type="dxa"/>
                            <w:gridSpan w:val="3"/>
                          </w:tcPr>
                          <w:p>
                            <w:pPr>
                              <w:spacing w:before="0"/>
                              <w:rPr>
                                <w:rFonts w:cstheme="minorHAnsi"/>
                                <w:sz w:val="22"/>
                              </w:rPr>
                            </w:pPr>
                            <w:r>
                              <w:rPr>
                                <w:rFonts w:cstheme="minorHAnsi"/>
                                <w:sz w:val="22"/>
                              </w:rPr>
                              <w:t>Certificate No.</w:t>
                            </w:r>
                          </w:p>
                        </w:tc>
                        <w:tc>
                          <w:tcPr>
                            <w:tcW w:w="2277" w:type="dxa"/>
                            <w:gridSpan w:val="5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spacing w:before="0"/>
                              <w:rPr>
                                <w:rFonts w:cstheme="minorHAnsi"/>
                                <w:sz w:val="22"/>
                              </w:rPr>
                            </w:pPr>
                            <w:bookmarkStart w:id="4" w:name="CertificateNo2"/>
                            <w:bookmarkEnd w:id="4"/>
                            <w:r>
                              <w:rPr>
                                <w:rFonts w:cstheme="minorHAnsi"/>
                                <w:sz w:val="22"/>
                              </w:rPr>
                              <w:fldChar w:fldCharType="begin"/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instrText xml:space="preserve"> MERGEFIELD CertificateNumber </w:instrTex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fldChar w:fldCharType="separate"/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>«CertificateNumber»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305" w:type="dxa"/>
                          </w:tcPr>
                          <w:p>
                            <w:pPr>
                              <w:spacing w:before="0"/>
                              <w:jc w:val="right"/>
                              <w:rPr>
                                <w:rFonts w:cstheme="minorHAnsi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62" w:type="dxa"/>
                            <w:gridSpan w:val="2"/>
                          </w:tcPr>
                          <w:p>
                            <w:pPr>
                              <w:spacing w:before="0"/>
                              <w:rPr>
                                <w:rFonts w:cstheme="minorHAnsi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93" w:type="dxa"/>
                            <w:gridSpan w:val="3"/>
                          </w:tcPr>
                          <w:p>
                            <w:pPr>
                              <w:spacing w:before="0"/>
                              <w:rPr>
                                <w:rFonts w:cstheme="minorHAnsi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23" w:type="dxa"/>
                            <w:gridSpan w:val="4"/>
                          </w:tcPr>
                          <w:p>
                            <w:pPr>
                              <w:spacing w:before="0"/>
                              <w:rPr>
                                <w:rFonts w:cstheme="minorHAnsi"/>
                                <w:sz w:val="22"/>
                              </w:rPr>
                            </w:pPr>
                            <w:r>
                              <w:rPr>
                                <w:rFonts w:cstheme="minorHAnsi"/>
                                <w:sz w:val="22"/>
                              </w:rPr>
                              <w:t>Number of Ordinary Shares</w:t>
                            </w:r>
                          </w:p>
                        </w:tc>
                        <w:tc>
                          <w:tcPr>
                            <w:tcW w:w="2487" w:type="dxa"/>
                            <w:gridSpan w:val="2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spacing w:before="0"/>
                              <w:rPr>
                                <w:rFonts w:cstheme="minorHAnsi"/>
                                <w:sz w:val="22"/>
                              </w:rPr>
                            </w:pPr>
                            <w:bookmarkStart w:id="5" w:name="NoOfShares2"/>
                            <w:bookmarkEnd w:id="5"/>
                            <w:r>
                              <w:rPr>
                                <w:rFonts w:cstheme="minorHAnsi"/>
                                <w:sz w:val="22"/>
                              </w:rPr>
                              <w:fldChar w:fldCharType="begin"/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instrText xml:space="preserve"> MERGEFIELD NumberOfShares </w:instrTex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fldChar w:fldCharType="separate"/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>«NumberOfShares»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fldChar w:fldCharType="end"/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</w:trPr>
                        <w:tc>
                          <w:tcPr>
                            <w:tcW w:w="13494" w:type="dxa"/>
                            <w:gridSpan w:val="20"/>
                          </w:tcPr>
                          <w:p>
                            <w:pPr>
                              <w:spacing w:after="240"/>
                              <w:jc w:val="center"/>
                              <w:rPr>
                                <w:rFonts w:cstheme="minorHAnsi"/>
                                <w:sz w:val="26"/>
                              </w:rPr>
                            </w:pPr>
                            <w:bookmarkStart w:id="6" w:name="CompanyName1"/>
                            <w:bookmarkEnd w:id="6"/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begin"/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instrText xml:space="preserve"> MERGEFIELD CompanyName </w:instrText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separate"/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t>«CompanyName»</w:t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end"/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</w:trPr>
                        <w:tc>
                          <w:tcPr>
                            <w:tcW w:w="2810" w:type="dxa"/>
                            <w:gridSpan w:val="5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6"/>
                              </w:rPr>
                              <w:t>This is to Certify</w:t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t xml:space="preserve"> that</w:t>
                            </w:r>
                          </w:p>
                        </w:tc>
                        <w:tc>
                          <w:tcPr>
                            <w:tcW w:w="10684" w:type="dxa"/>
                            <w:gridSpan w:val="15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  <w:bookmarkStart w:id="7" w:name="ShareHolder2"/>
                            <w:bookmarkEnd w:id="7"/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begin"/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instrText xml:space="preserve"> MERGEFIELD NameOfShareholder </w:instrText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separate"/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t>«NameOfShareholder»</w:t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end"/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</w:trPr>
                        <w:tc>
                          <w:tcPr>
                            <w:tcW w:w="456" w:type="dxa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  <w:r>
                              <w:rPr>
                                <w:rFonts w:cstheme="minorHAnsi"/>
                                <w:sz w:val="26"/>
                              </w:rPr>
                              <w:t>of</w:t>
                            </w:r>
                          </w:p>
                        </w:tc>
                        <w:tc>
                          <w:tcPr>
                            <w:tcW w:w="13038" w:type="dxa"/>
                            <w:gridSpan w:val="19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  <w:bookmarkStart w:id="8" w:name="AddressOfHolder1"/>
                            <w:bookmarkEnd w:id="8"/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begin"/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instrText xml:space="preserve"> MERGEFIELD AddressOfShareholder </w:instrText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separate"/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t>«AddressOfShareholder»</w:t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end"/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</w:trPr>
                        <w:tc>
                          <w:tcPr>
                            <w:tcW w:w="3566" w:type="dxa"/>
                            <w:gridSpan w:val="7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  <w:r>
                              <w:rPr>
                                <w:rFonts w:cstheme="minorHAnsi"/>
                                <w:sz w:val="26"/>
                              </w:rPr>
                              <w:t>is the Registered holder(s) of</w:t>
                            </w:r>
                          </w:p>
                        </w:tc>
                        <w:tc>
                          <w:tcPr>
                            <w:tcW w:w="1904" w:type="dxa"/>
                            <w:gridSpan w:val="3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spacing w:before="160"/>
                              <w:jc w:val="center"/>
                              <w:rPr>
                                <w:rFonts w:cstheme="minorHAnsi"/>
                                <w:sz w:val="26"/>
                              </w:rPr>
                            </w:pPr>
                            <w:bookmarkStart w:id="9" w:name="NoOfShares3"/>
                            <w:bookmarkEnd w:id="9"/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begin"/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instrText xml:space="preserve"> MERGEFIELD NumberOfShares </w:instrText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separate"/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t>«NumberOfShares»</w:t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59" w:type="dxa"/>
                            <w:gridSpan w:val="2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spacing w:before="160"/>
                              <w:jc w:val="left"/>
                              <w:rPr>
                                <w:rFonts w:cstheme="minorHAnsi"/>
                                <w:sz w:val="26"/>
                              </w:rPr>
                            </w:pPr>
                            <w:bookmarkStart w:id="10" w:name="TypeOfShares"/>
                            <w:bookmarkEnd w:id="10"/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begin"/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instrText xml:space="preserve"> MERGEFIELD TypeOfShares </w:instrText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separate"/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t>«TypeOfShares»</w:t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344" w:type="dxa"/>
                            <w:gridSpan w:val="4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  <w:r>
                              <w:rPr>
                                <w:rFonts w:cstheme="minorHAnsi"/>
                                <w:sz w:val="26"/>
                              </w:rPr>
                              <w:t>Shares of</w:t>
                            </w:r>
                          </w:p>
                        </w:tc>
                        <w:tc>
                          <w:tcPr>
                            <w:tcW w:w="2663" w:type="dxa"/>
                            <w:gridSpan w:val="3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spacing w:before="160"/>
                              <w:jc w:val="center"/>
                              <w:rPr>
                                <w:rFonts w:cstheme="minorHAnsi"/>
                                <w:sz w:val="26"/>
                              </w:rPr>
                            </w:pPr>
                            <w:bookmarkStart w:id="11" w:name="ValueOfEachShare"/>
                            <w:bookmarkEnd w:id="11"/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begin"/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instrText xml:space="preserve"> MERGEFIELD ValueOfEachShare </w:instrText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separate"/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t>«ValueOfEachShare»</w:t>
                            </w:r>
                            <w:r>
                              <w:rPr>
                                <w:rFonts w:cstheme="minorHAnsi"/>
                                <w:sz w:val="2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058" w:type="dxa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  <w:r>
                              <w:rPr>
                                <w:rFonts w:cstheme="minorHAnsi"/>
                                <w:sz w:val="26"/>
                              </w:rPr>
                              <w:t>each fully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</w:trPr>
                        <w:tc>
                          <w:tcPr>
                            <w:tcW w:w="13494" w:type="dxa"/>
                            <w:gridSpan w:val="20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  <w:r>
                              <w:rPr>
                                <w:rFonts w:cstheme="minorHAnsi"/>
                                <w:sz w:val="26"/>
                              </w:rPr>
                              <w:t>paid in the above-named Company, subject to the Memorandum and Articles of Association of the Company.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</w:trPr>
                        <w:tc>
                          <w:tcPr>
                            <w:tcW w:w="10012" w:type="dxa"/>
                            <w:gridSpan w:val="17"/>
                          </w:tcPr>
                          <w:p>
                            <w:pPr>
                              <w:spacing w:before="360" w:after="240"/>
                              <w:rPr>
                                <w:rFonts w:cstheme="minorHAnsi"/>
                                <w:sz w:val="26"/>
                              </w:rPr>
                            </w:pPr>
                            <w:r>
                              <w:rPr>
                                <w:rFonts w:cstheme="minorHAnsi"/>
                                <w:sz w:val="26"/>
                              </w:rPr>
                              <w:t>The Common Seal of the Company was hereto affixed in the presence of: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>
                            <w:pPr>
                              <w:spacing w:before="48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487" w:type="dxa"/>
                            <w:gridSpan w:val="2"/>
                          </w:tcPr>
                          <w:p>
                            <w:pPr>
                              <w:spacing w:before="48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</w:trPr>
                        <w:tc>
                          <w:tcPr>
                            <w:tcW w:w="693" w:type="dxa"/>
                            <w:gridSpan w:val="2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54" w:type="dxa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518" w:type="dxa"/>
                            <w:gridSpan w:val="7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894" w:type="dxa"/>
                            <w:gridSpan w:val="2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593" w:type="dxa"/>
                            <w:gridSpan w:val="2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934" w:type="dxa"/>
                            <w:gridSpan w:val="2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  <w:r>
                              <w:rPr>
                                <w:rFonts w:cstheme="minorHAnsi"/>
                                <w:sz w:val="26"/>
                              </w:rPr>
                              <w:t>Director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487" w:type="dxa"/>
                            <w:gridSpan w:val="2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</w:trPr>
                        <w:tc>
                          <w:tcPr>
                            <w:tcW w:w="693" w:type="dxa"/>
                            <w:gridSpan w:val="2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54" w:type="dxa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518" w:type="dxa"/>
                            <w:gridSpan w:val="7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894" w:type="dxa"/>
                            <w:gridSpan w:val="2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593" w:type="dxa"/>
                            <w:gridSpan w:val="2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934" w:type="dxa"/>
                            <w:gridSpan w:val="2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  <w:r>
                              <w:rPr>
                                <w:rFonts w:cstheme="minorHAnsi"/>
                                <w:sz w:val="26"/>
                              </w:rPr>
                              <w:t>Secretary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487" w:type="dxa"/>
                            <w:gridSpan w:val="2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693" w:type="dxa"/>
                            <w:gridSpan w:val="2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54" w:type="dxa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  <w:gridSpan w:val="2"/>
                            <w:tcBorders>
                              <w:top w:val="single" w:color="auto" w:sz="4" w:space="0"/>
                            </w:tcBorders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  <w:r>
                              <w:rPr>
                                <w:rFonts w:cstheme="minorHAnsi"/>
                                <w:sz w:val="26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3486" w:type="dxa"/>
                            <w:gridSpan w:val="5"/>
                            <w:tcBorders>
                              <w:top w:val="single" w:color="auto" w:sz="4" w:space="0"/>
                              <w:bottom w:val="single" w:color="auto" w:sz="4" w:space="0"/>
                            </w:tcBorders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894" w:type="dxa"/>
                            <w:gridSpan w:val="2"/>
                            <w:tcBorders>
                              <w:top w:val="single" w:color="auto" w:sz="4" w:space="0"/>
                            </w:tcBorders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  <w:r>
                              <w:rPr>
                                <w:rFonts w:cstheme="minorHAnsi"/>
                                <w:sz w:val="2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593" w:type="dxa"/>
                            <w:gridSpan w:val="2"/>
                            <w:tcBorders>
                              <w:top w:val="single" w:color="auto" w:sz="4" w:space="0"/>
                              <w:bottom w:val="single" w:color="auto" w:sz="4" w:space="0"/>
                            </w:tcBorders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934" w:type="dxa"/>
                            <w:gridSpan w:val="2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995" w:type="dxa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487" w:type="dxa"/>
                            <w:gridSpan w:val="2"/>
                          </w:tcPr>
                          <w:p>
                            <w:pPr>
                              <w:spacing w:before="160"/>
                              <w:rPr>
                                <w:rFonts w:cstheme="minorHAnsi"/>
                                <w:sz w:val="26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rFonts w:cstheme="minorHAnsi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lang w:val="en-US"/>
        </w:rPr>
        <w:drawing>
          <wp:inline distT="0" distB="0" distL="0" distR="0">
            <wp:extent cx="8813800" cy="444500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13800" cy="444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2" w:name="_GoBack"/>
      <w:bookmarkEnd w:id="12"/>
      <w:r>
        <w:rPr>
          <w:rFonts w:cstheme="minorHAnsi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274320</wp:posOffset>
                </wp:positionH>
                <wp:positionV relativeFrom="page">
                  <wp:posOffset>6492240</wp:posOffset>
                </wp:positionV>
                <wp:extent cx="9967595" cy="457835"/>
                <wp:effectExtent l="0" t="0" r="14605" b="1841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7595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1170"/>
                              </w:tabs>
                              <w:rPr>
                                <w:rFonts w:cstheme="minorHAnsi"/>
                                <w:sz w:val="22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16"/>
                              </w:rPr>
                              <w:t>NO TRANSFER OF ANY OF THE ABOVE MENTIONED SHARES CAN BE REGISTERED UNTIL THIS CERTIFICATE HAS BEEN DEPOSITED AT THE REGISTERED OFFICE OF THE COMPANY</w:t>
                            </w:r>
                          </w:p>
                        </w:txbxContent>
                      </wps:txbx>
                      <wps:bodyPr lIns="12700" tIns="12700" rIns="12700" bIns="1270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.6pt;margin-top:511.2pt;height:36.05pt;width:784.85pt;mso-position-horizontal-relative:page;mso-position-vertical-relative:page;z-index:251657216;mso-width-relative:page;mso-height-relative:page;" fillcolor="#FFFFFF" filled="t" stroked="f" coordsize="21600,21600" o:allowincell="f" o:gfxdata="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T1uNCdoAAAANAQAA&#10;DwAAAAAAAAABACAAAAAiAAAAZHJzL2Rvd25yZXYueG1sUEsBAhQAFAAAAAgAh07iQAoe77OlAQAA&#10;UwMAAA4AAAAAAAAAAQAgAAAAKQEAAGRycy9lMm9Eb2MueG1sUEsFBgAAAAAGAAYAWQEAAEAFAAAA&#10;AA==&#10;">
                <v:fill on="t" focussize="0,0"/>
                <v:stroke on="f"/>
                <v:imagedata o:title=""/>
                <o:lock v:ext="edit" aspectratio="f"/>
                <v:textbox inset="1pt,1pt,1pt,1pt">
                  <w:txbxContent>
                    <w:p>
                      <w:pPr>
                        <w:tabs>
                          <w:tab w:val="left" w:pos="1170"/>
                        </w:tabs>
                        <w:rPr>
                          <w:rFonts w:cstheme="minorHAnsi"/>
                          <w:sz w:val="22"/>
                        </w:rPr>
                      </w:pPr>
                      <w:r>
                        <w:rPr>
                          <w:rFonts w:cstheme="minorHAnsi"/>
                          <w:sz w:val="18"/>
                        </w:rPr>
                        <w:tab/>
                      </w:r>
                      <w:r>
                        <w:rPr>
                          <w:rFonts w:cstheme="minorHAnsi"/>
                          <w:sz w:val="16"/>
                        </w:rPr>
                        <w:t>NO TRANSFER OF ANY OF THE ABOVE MENTIONED SHARES CAN BE REGISTERED UNTIL THIS CERTIFICATE HAS BEEN DEPOSITED AT THE REGISTERED OFFICE OF THE COMPANY</w:t>
                      </w:r>
                    </w:p>
                  </w:txbxContent>
                </v:textbox>
              </v:rect>
            </w:pict>
          </mc:Fallback>
        </mc:AlternateContent>
      </w:r>
    </w:p>
    <w:sectPr>
      <w:footerReference r:id="rId3" w:type="even"/>
      <w:pgSz w:w="16834" w:h="11909" w:orient="landscape"/>
      <w:pgMar w:top="1440" w:right="1440" w:bottom="1440" w:left="1440" w:header="144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>
    <w:pPr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D3373"/>
    <w:multiLevelType w:val="multilevel"/>
    <w:tmpl w:val="6C8D3373"/>
    <w:lvl w:ilvl="0" w:tentative="0">
      <w:start w:val="1"/>
      <w:numFmt w:val="decimal"/>
      <w:pStyle w:val="11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ttachedTemplate r:id="rId1"/>
  <w:documentProtection w:enforcement="0"/>
  <w:defaultTabStop w:val="720"/>
  <w:drawingGridHorizontalSpacing w:val="120"/>
  <w:drawingGridVerticalSpacing w:val="12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96FE1"/>
    <w:rsid w:val="003F1AF0"/>
    <w:rsid w:val="00727AF9"/>
    <w:rsid w:val="007828C0"/>
    <w:rsid w:val="009931E6"/>
    <w:rsid w:val="00A56546"/>
    <w:rsid w:val="00B520C7"/>
    <w:rsid w:val="00BB60FE"/>
    <w:rsid w:val="00CA410C"/>
    <w:rsid w:val="00CA4250"/>
    <w:rsid w:val="00E56CE7"/>
    <w:rsid w:val="09FC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240" w:line="264" w:lineRule="auto"/>
      <w:jc w:val="both"/>
    </w:pPr>
    <w:rPr>
      <w:rFonts w:eastAsia="Times New Roman" w:cs="Times New Roman" w:asciiTheme="minorHAnsi" w:hAnsiTheme="minorHAnsi"/>
      <w:lang w:val="en-GB" w:eastAsia="en-US" w:bidi="ar-SA"/>
    </w:rPr>
  </w:style>
  <w:style w:type="paragraph" w:styleId="2">
    <w:name w:val="heading 1"/>
    <w:basedOn w:val="1"/>
    <w:next w:val="1"/>
    <w:qFormat/>
    <w:uiPriority w:val="9"/>
    <w:pPr>
      <w:outlineLvl w:val="0"/>
    </w:pPr>
    <w:rPr>
      <w:rFonts w:asciiTheme="majorHAnsi" w:hAnsiTheme="majorHAnsi" w:eastAsiaTheme="majorEastAsia" w:cstheme="majorBidi"/>
      <w:b/>
      <w:bCs/>
      <w:szCs w:val="28"/>
    </w:rPr>
  </w:style>
  <w:style w:type="paragraph" w:styleId="3">
    <w:name w:val="heading 2"/>
    <w:basedOn w:val="1"/>
    <w:next w:val="1"/>
    <w:unhideWhenUsed/>
    <w:qFormat/>
    <w:uiPriority w:val="9"/>
    <w:pPr>
      <w:outlineLvl w:val="1"/>
    </w:pPr>
    <w:rPr>
      <w:rFonts w:asciiTheme="majorHAnsi" w:hAnsiTheme="majorHAnsi" w:eastAsiaTheme="majorEastAsia" w:cstheme="majorBidi"/>
      <w:b/>
      <w:bCs/>
      <w:szCs w:val="26"/>
    </w:rPr>
  </w:style>
  <w:style w:type="paragraph" w:styleId="4">
    <w:name w:val="heading 3"/>
    <w:basedOn w:val="1"/>
    <w:next w:val="1"/>
    <w:qFormat/>
    <w:uiPriority w:val="0"/>
    <w:pPr>
      <w:keepNext/>
      <w:outlineLvl w:val="2"/>
    </w:pPr>
    <w:rPr>
      <w:i/>
    </w:rPr>
  </w:style>
  <w:style w:type="paragraph" w:styleId="5">
    <w:name w:val="heading 6"/>
    <w:basedOn w:val="1"/>
    <w:next w:val="1"/>
    <w:qFormat/>
    <w:uiPriority w:val="0"/>
    <w:pPr>
      <w:spacing w:after="60"/>
      <w:outlineLvl w:val="5"/>
    </w:pPr>
    <w:rPr>
      <w:i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0"/>
    <w:semiHidden/>
    <w:unhideWhenUsed/>
    <w:uiPriority w:val="99"/>
    <w:pPr>
      <w:spacing w:before="0" w:line="240" w:lineRule="auto"/>
    </w:pPr>
    <w:rPr>
      <w:rFonts w:ascii="Tahoma" w:hAnsi="Tahoma" w:cs="Tahoma"/>
      <w:sz w:val="16"/>
      <w:szCs w:val="16"/>
    </w:rPr>
  </w:style>
  <w:style w:type="table" w:styleId="9">
    <w:name w:val="Table Grid"/>
    <w:basedOn w:val="8"/>
    <w:uiPriority w:val="59"/>
    <w:pPr>
      <w:spacing w:line="264" w:lineRule="auto"/>
      <w:jc w:val="both"/>
    </w:pPr>
    <w:rPr>
      <w:rFonts w:asciiTheme="minorHAnsi" w:hAnsiTheme="minorHAns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Balloon Text Char"/>
    <w:basedOn w:val="7"/>
    <w:link w:val="6"/>
    <w:semiHidden/>
    <w:uiPriority w:val="99"/>
    <w:rPr>
      <w:rFonts w:ascii="Tahoma" w:hAnsi="Tahoma" w:cs="Tahoma"/>
      <w:sz w:val="16"/>
      <w:szCs w:val="16"/>
      <w:lang w:eastAsia="en-US"/>
    </w:rPr>
  </w:style>
  <w:style w:type="paragraph" w:styleId="11">
    <w:name w:val="List Paragraph"/>
    <w:basedOn w:val="1"/>
    <w:qFormat/>
    <w:uiPriority w:val="34"/>
    <w:pPr>
      <w:numPr>
        <w:ilvl w:val="0"/>
        <w:numId w:val="1"/>
      </w:numPr>
    </w:pPr>
  </w:style>
  <w:style w:type="paragraph" w:styleId="12">
    <w:name w:val="No Spacing"/>
    <w:basedOn w:val="1"/>
    <w:qFormat/>
    <w:uiPriority w:val="1"/>
    <w:pPr>
      <w:spacing w:before="0"/>
    </w:pPr>
  </w:style>
  <w:style w:type="character" w:styleId="13">
    <w:name w:val="Placeholder Text"/>
    <w:basedOn w:val="7"/>
    <w:semiHidden/>
    <w:uiPriority w:val="99"/>
    <w:rPr>
      <w:b/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idul\AppData\Local\Temp\120730115928-ShareCertificate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120730115928-ShareCertificateBlank.dotm</Template>
  <Company>Francis Clark</Company>
  <Pages>1</Pages>
  <Words>13</Words>
  <Characters>236</Characters>
  <Lines>1</Lines>
  <Paragraphs>1</Paragraphs>
  <TotalTime>2</TotalTime>
  <ScaleCrop>false</ScaleCrop>
  <LinksUpToDate>false</LinksUpToDate>
  <CharactersWithSpaces>248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2016-06-11T18:41:00Z</dcterms:created>
  <dc:creator>Saidul</dc:creator>
  <cp:lastModifiedBy>COMPUTER CLINIC</cp:lastModifiedBy>
  <cp:lastPrinted>2001-01-31T11:29:00Z</cp:lastPrinted>
  <dcterms:modified xsi:type="dcterms:W3CDTF">2019-11-12T06:24:44Z</dcterms:modified>
  <dc:title>Share Certificate - Blank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